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51F67" w14:textId="77777777" w:rsidR="007D26CF" w:rsidRDefault="007D26CF">
      <w:pPr>
        <w:rPr>
          <w:rFonts w:ascii="Copperplate Gothic Light" w:hAnsi="Copperplate Gothic Ligh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1383E9" wp14:editId="40B832A6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730885" cy="7048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26CF">
        <w:rPr>
          <w:rFonts w:ascii="Copperplate Gothic Light" w:hAnsi="Copperplate Gothic Light"/>
          <w:sz w:val="36"/>
          <w:szCs w:val="36"/>
        </w:rPr>
        <w:t>Analyzing Photographs &amp; Prints</w:t>
      </w:r>
      <w:r>
        <w:rPr>
          <w:rFonts w:ascii="Copperplate Gothic Light" w:hAnsi="Copperplate Gothic Light"/>
          <w:sz w:val="36"/>
          <w:szCs w:val="36"/>
        </w:rPr>
        <w:t xml:space="preserve">  </w:t>
      </w:r>
    </w:p>
    <w:p w14:paraId="44729E77" w14:textId="77777777" w:rsidR="007D26CF" w:rsidRDefault="007D26CF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sz w:val="24"/>
          <w:szCs w:val="24"/>
        </w:rPr>
        <w:t>Name ____________________________________ Source name ____________________________________________</w:t>
      </w:r>
    </w:p>
    <w:p w14:paraId="7C361238" w14:textId="77777777" w:rsidR="007D26CF" w:rsidRDefault="007D26CF">
      <w:pPr>
        <w:rPr>
          <w:rFonts w:ascii="Copperplate Gothic Light" w:hAnsi="Copperplate Gothic Light"/>
          <w:sz w:val="24"/>
          <w:szCs w:val="24"/>
        </w:rPr>
      </w:pPr>
      <w:r>
        <w:rPr>
          <w:rFonts w:ascii="Copperplate Gothic Light" w:hAnsi="Copperplate Gothic Light"/>
          <w:sz w:val="24"/>
          <w:szCs w:val="24"/>
        </w:rPr>
        <w:t>URL _____________________________________________________________________ Date _____________________</w:t>
      </w:r>
    </w:p>
    <w:p w14:paraId="4165EA20" w14:textId="77777777" w:rsidR="007D26CF" w:rsidRDefault="007D26CF">
      <w:pPr>
        <w:rPr>
          <w:rFonts w:ascii="Copperplate Gothic Light" w:hAnsi="Copperplate Gothic Light"/>
          <w:sz w:val="24"/>
          <w:szCs w:val="24"/>
        </w:rPr>
      </w:pPr>
    </w:p>
    <w:tbl>
      <w:tblPr>
        <w:tblStyle w:val="TableGrid"/>
        <w:tblW w:w="13680" w:type="dxa"/>
        <w:tblLook w:val="04A0" w:firstRow="1" w:lastRow="0" w:firstColumn="1" w:lastColumn="0" w:noHBand="0" w:noVBand="1"/>
      </w:tblPr>
      <w:tblGrid>
        <w:gridCol w:w="4176"/>
        <w:gridCol w:w="576"/>
        <w:gridCol w:w="4176"/>
        <w:gridCol w:w="576"/>
        <w:gridCol w:w="4176"/>
      </w:tblGrid>
      <w:tr w:rsidR="00BA574F" w14:paraId="08256B37" w14:textId="77777777" w:rsidTr="00BA574F">
        <w:tc>
          <w:tcPr>
            <w:tcW w:w="4176" w:type="dxa"/>
            <w:shd w:val="clear" w:color="auto" w:fill="808080" w:themeFill="background1" w:themeFillShade="80"/>
          </w:tcPr>
          <w:p w14:paraId="7DD3AA28" w14:textId="77777777" w:rsidR="007D26CF" w:rsidRPr="007D26CF" w:rsidRDefault="007D26CF">
            <w:pPr>
              <w:rPr>
                <w:rFonts w:ascii="Copperplate Gothic Light" w:hAnsi="Copperplate Gothic Light"/>
                <w:b/>
                <w:sz w:val="24"/>
                <w:szCs w:val="24"/>
              </w:rPr>
            </w:pPr>
            <w:r w:rsidRPr="007D26CF">
              <w:rPr>
                <w:rFonts w:ascii="Copperplate Gothic Light" w:hAnsi="Copperplate Gothic Light"/>
                <w:b/>
                <w:color w:val="FFFFFF" w:themeColor="background1"/>
                <w:sz w:val="24"/>
                <w:szCs w:val="24"/>
              </w:rPr>
              <w:t>Observe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 w14:paraId="3C33CD3F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808080" w:themeFill="background1" w:themeFillShade="80"/>
          </w:tcPr>
          <w:p w14:paraId="2A55C886" w14:textId="77777777" w:rsidR="007D26CF" w:rsidRPr="00BA574F" w:rsidRDefault="007D26CF">
            <w:pPr>
              <w:rPr>
                <w:rFonts w:ascii="Copperplate Gothic Light" w:hAnsi="Copperplate Gothic Light"/>
                <w:b/>
                <w:sz w:val="24"/>
                <w:szCs w:val="24"/>
              </w:rPr>
            </w:pPr>
            <w:r w:rsidRPr="00BA574F">
              <w:rPr>
                <w:rFonts w:ascii="Copperplate Gothic Light" w:hAnsi="Copperplate Gothic Light"/>
                <w:b/>
                <w:color w:val="FFFFFF" w:themeColor="background1"/>
                <w:sz w:val="24"/>
                <w:szCs w:val="24"/>
              </w:rPr>
              <w:t>Reflect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 w14:paraId="37FA7FF7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4176" w:type="dxa"/>
            <w:shd w:val="clear" w:color="auto" w:fill="808080" w:themeFill="background1" w:themeFillShade="80"/>
          </w:tcPr>
          <w:p w14:paraId="200C04EB" w14:textId="77777777" w:rsidR="007D26CF" w:rsidRPr="00BA574F" w:rsidRDefault="007D26CF">
            <w:pPr>
              <w:rPr>
                <w:rFonts w:ascii="Copperplate Gothic Light" w:hAnsi="Copperplate Gothic Light"/>
                <w:b/>
                <w:sz w:val="24"/>
                <w:szCs w:val="24"/>
              </w:rPr>
            </w:pPr>
            <w:r w:rsidRPr="00BA574F">
              <w:rPr>
                <w:rFonts w:ascii="Copperplate Gothic Light" w:hAnsi="Copperplate Gothic Light"/>
                <w:b/>
                <w:color w:val="FFFFFF" w:themeColor="background1"/>
                <w:sz w:val="24"/>
                <w:szCs w:val="24"/>
              </w:rPr>
              <w:t>Question</w:t>
            </w:r>
          </w:p>
        </w:tc>
      </w:tr>
      <w:tr w:rsidR="007D26CF" w14:paraId="01DAA8DF" w14:textId="77777777" w:rsidTr="00BA574F">
        <w:tc>
          <w:tcPr>
            <w:tcW w:w="4176" w:type="dxa"/>
          </w:tcPr>
          <w:p w14:paraId="1E8EC72B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667B7A36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2A0C4F4C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354ADCBE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14033F77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5BA674EC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1BE06085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09E39F8B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7C6C4712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60EF8ADA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60AEBD36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2A9DAFAA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7E68C793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14BD42CC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3BB85145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 w14:paraId="291290A5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4176" w:type="dxa"/>
          </w:tcPr>
          <w:p w14:paraId="4843D5D8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 w14:paraId="6D6F9961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  <w:tc>
          <w:tcPr>
            <w:tcW w:w="4176" w:type="dxa"/>
          </w:tcPr>
          <w:p w14:paraId="6D5C1D3D" w14:textId="77777777" w:rsidR="007D26CF" w:rsidRDefault="007D26C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</w:tr>
    </w:tbl>
    <w:p w14:paraId="3C8D224B" w14:textId="77777777" w:rsidR="007D26CF" w:rsidRDefault="007D26CF">
      <w:pPr>
        <w:rPr>
          <w:rFonts w:ascii="Copperplate Gothic Light" w:hAnsi="Copperplate Gothic Light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0"/>
      </w:tblGrid>
      <w:tr w:rsidR="00BA574F" w14:paraId="1EEDFB26" w14:textId="77777777" w:rsidTr="00BA574F">
        <w:tc>
          <w:tcPr>
            <w:tcW w:w="13670" w:type="dxa"/>
            <w:shd w:val="clear" w:color="auto" w:fill="808080" w:themeFill="background1" w:themeFillShade="80"/>
          </w:tcPr>
          <w:p w14:paraId="0D696254" w14:textId="77777777" w:rsidR="00BA574F" w:rsidRPr="00BA574F" w:rsidRDefault="00BA574F">
            <w:pPr>
              <w:rPr>
                <w:rFonts w:ascii="Copperplate Gothic Light" w:hAnsi="Copperplate Gothic Light"/>
                <w:b/>
                <w:sz w:val="24"/>
                <w:szCs w:val="24"/>
              </w:rPr>
            </w:pPr>
            <w:r w:rsidRPr="00BA574F">
              <w:rPr>
                <w:rFonts w:ascii="Copperplate Gothic Light" w:hAnsi="Copperplate Gothic Light"/>
                <w:b/>
                <w:color w:val="FFFFFF" w:themeColor="background1"/>
                <w:sz w:val="24"/>
                <w:szCs w:val="24"/>
              </w:rPr>
              <w:t>Further Investigation</w:t>
            </w:r>
          </w:p>
        </w:tc>
      </w:tr>
      <w:tr w:rsidR="00BA574F" w14:paraId="748FE576" w14:textId="77777777" w:rsidTr="00BA574F">
        <w:tc>
          <w:tcPr>
            <w:tcW w:w="13670" w:type="dxa"/>
          </w:tcPr>
          <w:p w14:paraId="2AC890FC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6B6EE584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1867EE38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662A9828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0B1C311E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539505AB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17074CB0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0E15AE11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70C38981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  <w:bookmarkStart w:id="0" w:name="_GoBack"/>
            <w:bookmarkEnd w:id="0"/>
          </w:p>
          <w:p w14:paraId="187F1712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  <w:p w14:paraId="5EA4D518" w14:textId="77777777" w:rsidR="00BA574F" w:rsidRDefault="00BA574F">
            <w:pPr>
              <w:rPr>
                <w:rFonts w:ascii="Copperplate Gothic Light" w:hAnsi="Copperplate Gothic Light"/>
                <w:sz w:val="24"/>
                <w:szCs w:val="24"/>
              </w:rPr>
            </w:pPr>
          </w:p>
        </w:tc>
      </w:tr>
    </w:tbl>
    <w:p w14:paraId="4F62E7B6" w14:textId="77777777" w:rsidR="00BA574F" w:rsidRPr="007D26CF" w:rsidRDefault="00BA574F">
      <w:pPr>
        <w:rPr>
          <w:rFonts w:ascii="Copperplate Gothic Light" w:hAnsi="Copperplate Gothic Light"/>
          <w:sz w:val="24"/>
          <w:szCs w:val="24"/>
        </w:rPr>
      </w:pPr>
    </w:p>
    <w:sectPr w:rsidR="00BA574F" w:rsidRPr="007D26CF" w:rsidSect="007D26CF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CF"/>
    <w:rsid w:val="007D26CF"/>
    <w:rsid w:val="00BA574F"/>
    <w:rsid w:val="00BE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B7ED3"/>
  <w15:chartTrackingRefBased/>
  <w15:docId w15:val="{CDDE31A5-A2E6-4B29-9587-30E475C7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325C1D5-5180-475E-8117-FFEEDB5D71E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wkidder2878</dc:creator>
  <cp:keywords/>
  <dc:description/>
  <cp:lastModifiedBy>wkidder2878</cp:lastModifiedBy>
  <cp:revision>1</cp:revision>
  <dcterms:created xsi:type="dcterms:W3CDTF">2016-03-03T19:58:00Z</dcterms:created>
  <dcterms:modified xsi:type="dcterms:W3CDTF">2016-03-03T20:13:00Z</dcterms:modified>
</cp:coreProperties>
</file>